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4" w:after="0" w:line="240" w:lineRule="auto"/>
        <w:ind w:left="100" w:right="2225"/>
        <w:jc w:val="both"/>
        <w:rPr>
          <w:rFonts w:ascii="Arial" w:hAnsi="Arial" w:cs="Arial" w:eastAsia="Arial"/>
          <w:sz w:val="40"/>
          <w:szCs w:val="40"/>
        </w:rPr>
      </w:pPr>
      <w:rPr/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For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ma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40"/>
          <w:szCs w:val="40"/>
          <w:color w:val="59595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40"/>
          <w:szCs w:val="40"/>
          <w:color w:val="59595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So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tu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40"/>
          <w:szCs w:val="40"/>
          <w:color w:val="595959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40"/>
          <w:szCs w:val="40"/>
          <w:color w:val="595959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Nu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ev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40"/>
          <w:szCs w:val="40"/>
          <w:color w:val="595959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Re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40"/>
          <w:szCs w:val="40"/>
          <w:color w:val="595959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40"/>
          <w:szCs w:val="40"/>
          <w:color w:val="595959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Val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ide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40"/>
          <w:szCs w:val="40"/>
          <w:color w:val="59595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fi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40"/>
          <w:szCs w:val="40"/>
          <w:color w:val="59595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40"/>
          <w:szCs w:val="40"/>
          <w:color w:val="595959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Es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40"/>
          <w:szCs w:val="40"/>
          <w:color w:val="595959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40"/>
          <w:szCs w:val="40"/>
          <w:color w:val="59595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Ti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40"/>
          <w:szCs w:val="40"/>
          <w:color w:val="59595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Su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po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40"/>
          <w:szCs w:val="40"/>
          <w:color w:val="59595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Cambi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40"/>
          <w:szCs w:val="40"/>
          <w:color w:val="595959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40"/>
          <w:szCs w:val="40"/>
          <w:color w:val="595959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it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40"/>
          <w:szCs w:val="40"/>
          <w:color w:val="59595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40"/>
          <w:szCs w:val="40"/>
          <w:color w:val="595959"/>
          <w:spacing w:val="1"/>
          <w:w w:val="100"/>
          <w:b/>
          <w:bCs/>
        </w:rPr>
        <w:t>ar</w:t>
      </w:r>
      <w:r>
        <w:rPr>
          <w:rFonts w:ascii="Arial" w:hAnsi="Arial" w:cs="Arial" w:eastAsia="Arial"/>
          <w:sz w:val="40"/>
          <w:szCs w:val="40"/>
          <w:color w:val="000000"/>
          <w:spacing w:val="0"/>
          <w:w w:val="100"/>
        </w:rPr>
      </w:r>
    </w:p>
    <w:p>
      <w:pPr>
        <w:spacing w:before="7" w:after="0" w:line="240" w:lineRule="auto"/>
        <w:ind w:left="100" w:right="11279"/>
        <w:jc w:val="both"/>
        <w:rPr>
          <w:rFonts w:ascii="Calibri" w:hAnsi="Calibri" w:cs="Calibri" w:eastAsia="Calibri"/>
          <w:sz w:val="21"/>
          <w:szCs w:val="21"/>
        </w:rPr>
      </w:pPr>
      <w:rPr/>
      <w:r>
        <w:rPr/>
        <w:pict>
          <v:shape style="position:absolute;margin-left:37.5pt;margin-top:2.847546pt;width:562.5pt;height:9.75pt;mso-position-horizontal-relative:page;mso-position-vertical-relative:paragraph;z-index:-999" type="#_x0000_t75">
            <v:imagedata r:id="rId8" o:title=""/>
          </v:shape>
        </w:pict>
      </w:r>
      <w:r>
        <w:rPr>
          <w:rFonts w:ascii="Calibri" w:hAnsi="Calibri" w:cs="Calibri" w:eastAsia="Calibri"/>
          <w:sz w:val="21"/>
          <w:szCs w:val="21"/>
          <w:w w:val="102"/>
        </w:rPr>
        <w:t> </w:t>
      </w:r>
      <w:r>
        <w:rPr>
          <w:rFonts w:ascii="Calibri" w:hAnsi="Calibri" w:cs="Calibri" w:eastAsia="Calibri"/>
          <w:sz w:val="21"/>
          <w:szCs w:val="21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71" w:lineRule="exact"/>
        <w:ind w:left="100" w:right="976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595959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24"/>
          <w:szCs w:val="24"/>
          <w:color w:val="595959"/>
          <w:spacing w:val="0"/>
          <w:w w:val="100"/>
          <w:b/>
          <w:bCs/>
          <w:position w:val="-1"/>
        </w:rPr>
        <w:t>str</w:t>
      </w:r>
      <w:r>
        <w:rPr>
          <w:rFonts w:ascii="Arial" w:hAnsi="Arial" w:cs="Arial" w:eastAsia="Arial"/>
          <w:sz w:val="24"/>
          <w:szCs w:val="24"/>
          <w:color w:val="595959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4"/>
          <w:szCs w:val="24"/>
          <w:color w:val="595959"/>
          <w:spacing w:val="0"/>
          <w:w w:val="100"/>
          <w:b/>
          <w:bCs/>
          <w:position w:val="-1"/>
        </w:rPr>
        <w:t>cc</w:t>
      </w:r>
      <w:r>
        <w:rPr>
          <w:rFonts w:ascii="Arial" w:hAnsi="Arial" w:cs="Arial" w:eastAsia="Arial"/>
          <w:sz w:val="24"/>
          <w:szCs w:val="24"/>
          <w:color w:val="595959"/>
          <w:spacing w:val="0"/>
          <w:w w:val="100"/>
          <w:b/>
          <w:bCs/>
          <w:position w:val="-1"/>
        </w:rPr>
        <w:t>ion</w:t>
      </w:r>
      <w:r>
        <w:rPr>
          <w:rFonts w:ascii="Arial" w:hAnsi="Arial" w:cs="Arial" w:eastAsia="Arial"/>
          <w:sz w:val="24"/>
          <w:szCs w:val="24"/>
          <w:color w:val="595959"/>
          <w:spacing w:val="0"/>
          <w:w w:val="100"/>
          <w:b/>
          <w:bCs/>
          <w:position w:val="-1"/>
        </w:rPr>
        <w:t>es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4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-4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27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-4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á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ó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22" w:after="0" w:line="252" w:lineRule="auto"/>
        <w:ind w:left="820" w:right="832" w:firstLine="-360"/>
        <w:jc w:val="both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-4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La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sona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qu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ez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4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duca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ede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debe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den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con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docu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edenc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asapo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404040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404040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é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</w:rPr>
        <w:t>,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í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3.000002" w:type="dxa"/>
      </w:tblPr>
      <w:tblGrid/>
      <w:tr>
        <w:trPr>
          <w:trHeight w:val="387" w:hRule="exact"/>
        </w:trPr>
        <w:tc>
          <w:tcPr>
            <w:tcW w:w="10464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64" w:after="0" w:line="240" w:lineRule="auto"/>
              <w:ind w:left="3835" w:right="381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Ó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464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CC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*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ó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6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ar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4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ers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4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2"/>
                <w:b/>
                <w:bCs/>
                <w:i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2"/>
                <w:b/>
                <w:bCs/>
                <w:i/>
              </w:rPr>
              <w:t>í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2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2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2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2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2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10464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339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NO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MBR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4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DE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4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  <w:i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2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514" w:hRule="exact"/>
        </w:trPr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29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35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64" w:hRule="exact"/>
        </w:trPr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85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4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329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89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4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435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30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022" w:hRule="exact"/>
        </w:trPr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ó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329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1" w:lineRule="auto"/>
              <w:ind w:left="100" w:right="53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ú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4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Fo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tifi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ó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28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768" w:hRule="exact"/>
        </w:trPr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0" w:lineRule="auto"/>
              <w:ind w:left="105" w:right="221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¿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pa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4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tifi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fi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?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765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10464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CC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*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Só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464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02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DENO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NAC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Ó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RA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Z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Ó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OC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DE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TU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  <w:i/>
              </w:rPr>
              <w:t>DE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  <w:i/>
              </w:rPr>
              <w:t>RV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2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557" w:hRule="exact"/>
        </w:trPr>
        <w:tc>
          <w:tcPr>
            <w:tcW w:w="10464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880" w:type="dxa"/>
            <w:vMerge w:val="restart"/>
            <w:gridSpan w:val="2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0CECE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259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Nú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35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18" w:hRule="exact"/>
        </w:trPr>
        <w:tc>
          <w:tcPr>
            <w:tcW w:w="2880" w:type="dxa"/>
            <w:vMerge/>
            <w:gridSpan w:val="2"/>
            <w:tcBorders>
              <w:left w:val="single" w:sz="4.640" w:space="0" w:color="000000"/>
              <w:right w:val="single" w:sz="4.640" w:space="0" w:color="000000"/>
            </w:tcBorders>
            <w:shd w:val="clear" w:color="auto" w:fill="D0CECE"/>
          </w:tcPr>
          <w:p>
            <w:pPr/>
            <w:rPr/>
          </w:p>
        </w:tc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7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Nú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Re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ú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35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38" w:hRule="exact"/>
        </w:trPr>
        <w:tc>
          <w:tcPr>
            <w:tcW w:w="2880" w:type="dxa"/>
            <w:vMerge/>
            <w:gridSpan w:val="2"/>
            <w:tcBorders>
              <w:left w:val="single" w:sz="4.640" w:space="0" w:color="000000"/>
              <w:right w:val="single" w:sz="4.640" w:space="0" w:color="000000"/>
            </w:tcBorders>
            <w:shd w:val="clear" w:color="auto" w:fill="D0CECE"/>
          </w:tcPr>
          <w:p>
            <w:pPr/>
            <w:rPr/>
          </w:p>
        </w:tc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3" w:lineRule="auto"/>
              <w:ind w:left="105" w:right="27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ú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ú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35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23" w:hRule="exact"/>
        </w:trPr>
        <w:tc>
          <w:tcPr>
            <w:tcW w:w="2880" w:type="dxa"/>
            <w:vMerge/>
            <w:gridSpan w:val="2"/>
            <w:tcBorders>
              <w:left w:val="single" w:sz="4.640" w:space="0" w:color="000000"/>
              <w:right w:val="single" w:sz="4.640" w:space="0" w:color="000000"/>
            </w:tcBorders>
            <w:shd w:val="clear" w:color="auto" w:fill="D0CECE"/>
          </w:tcPr>
          <w:p>
            <w:pPr/>
            <w:rPr/>
          </w:p>
        </w:tc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Fe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35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2880" w:type="dxa"/>
            <w:vMerge/>
            <w:gridSpan w:val="2"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0CECE"/>
          </w:tcPr>
          <w:p>
            <w:pPr/>
            <w:rPr/>
          </w:p>
        </w:tc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soc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35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853" w:hRule="exact"/>
        </w:trPr>
        <w:tc>
          <w:tcPr>
            <w:tcW w:w="2880" w:type="dxa"/>
            <w:gridSpan w:val="2"/>
            <w:tcBorders>
              <w:top w:val="single" w:sz="4.640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47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584" w:type="dxa"/>
            <w:gridSpan w:val="3"/>
            <w:tcBorders>
              <w:top w:val="single" w:sz="4.640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NumType w:start="1"/>
          <w:pgMar w:footer="805" w:top="660" w:bottom="1000" w:left="620" w:right="14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3.000002" w:type="dxa"/>
      </w:tblPr>
      <w:tblGrid/>
      <w:tr>
        <w:trPr>
          <w:trHeight w:val="931" w:hRule="exact"/>
        </w:trPr>
        <w:tc>
          <w:tcPr>
            <w:tcW w:w="288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5" w:right="80"/>
              <w:jc w:val="both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¿P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es?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584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70" w:hRule="exact"/>
        </w:trPr>
        <w:tc>
          <w:tcPr>
            <w:tcW w:w="288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 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 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Re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Lega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584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70" w:hRule="exact"/>
        </w:trPr>
        <w:tc>
          <w:tcPr>
            <w:tcW w:w="288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5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Re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584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926" w:hRule="exact"/>
        </w:trPr>
        <w:tc>
          <w:tcPr>
            <w:tcW w:w="288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1" w:lineRule="auto"/>
              <w:ind w:left="100" w:right="53"/>
              <w:jc w:val="left"/>
              <w:tabs>
                <w:tab w:pos="116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Nú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-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Fo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-4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tifi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62" w:hRule="exact"/>
        </w:trPr>
        <w:tc>
          <w:tcPr>
            <w:tcW w:w="288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5" w:right="80"/>
              <w:jc w:val="both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¿P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pode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gen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tifi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4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?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584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46" w:hRule="exact"/>
        </w:trPr>
        <w:tc>
          <w:tcPr>
            <w:tcW w:w="10464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CC"/>
          </w:tcPr>
          <w:p>
            <w:pPr>
              <w:spacing w:before="56" w:after="0" w:line="240" w:lineRule="auto"/>
              <w:ind w:right="83"/>
              <w:jc w:val="righ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*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í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731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65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71" w:hRule="exact"/>
        </w:trPr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489" w:right="465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Re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668" w:right="644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29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53" w:lineRule="auto"/>
              <w:ind w:left="470" w:right="291" w:firstLine="-12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29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398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3.000002" w:type="dxa"/>
      </w:tblPr>
      <w:tblGrid/>
      <w:tr>
        <w:trPr>
          <w:trHeight w:val="384" w:hRule="exact"/>
        </w:trPr>
        <w:tc>
          <w:tcPr>
            <w:tcW w:w="10344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66" w:after="0" w:line="240" w:lineRule="auto"/>
              <w:ind w:left="176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PERSO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PO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NUE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TU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RV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701" w:hRule="exact"/>
        </w:trPr>
        <w:tc>
          <w:tcPr>
            <w:tcW w:w="10344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5" w:right="49"/>
              <w:jc w:val="both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9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Ad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tifi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liz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ece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4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ecesa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oce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os.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509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03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89" w:right="1065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36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334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7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79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4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334" w:right="168" w:firstLine="-12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55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42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89" w:right="1065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36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334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7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79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4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334" w:right="168" w:firstLine="-12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55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66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5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89" w:right="1065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36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334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7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79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4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334" w:right="168" w:firstLine="-12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55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89" w:right="1065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36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334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79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6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366" w:right="198" w:firstLine="-12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6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89" w:right="1065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36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253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334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70" w:hRule="exact"/>
        </w:trPr>
        <w:tc>
          <w:tcPr>
            <w:tcW w:w="3254" w:type="dxa"/>
            <w:tcBorders>
              <w:top w:val="single" w:sz="4.640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79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60" w:type="dxa"/>
            <w:gridSpan w:val="2"/>
            <w:tcBorders>
              <w:top w:val="single" w:sz="4.640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366" w:right="198" w:firstLine="-12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693" w:type="dxa"/>
            <w:tcBorders>
              <w:top w:val="single" w:sz="4.640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0" w:footer="805" w:top="620" w:bottom="1000" w:left="620" w:right="880"/>
          <w:pgSz w:w="12240" w:h="15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3.000002" w:type="dxa"/>
      </w:tblPr>
      <w:tblGrid/>
      <w:tr>
        <w:trPr>
          <w:trHeight w:val="48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253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89" w:right="1065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36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253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334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70" w:hRule="exact"/>
        </w:trPr>
        <w:tc>
          <w:tcPr>
            <w:tcW w:w="32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79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6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366" w:right="198" w:firstLine="-12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6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3.000002" w:type="dxa"/>
      </w:tblPr>
      <w:tblGrid/>
      <w:tr>
        <w:trPr>
          <w:trHeight w:val="610" w:hRule="exact"/>
        </w:trPr>
        <w:tc>
          <w:tcPr>
            <w:tcW w:w="10267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6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202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APOD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RADO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EGA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NUE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TU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RV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370" w:hRule="exact"/>
        </w:trPr>
        <w:tc>
          <w:tcPr>
            <w:tcW w:w="10267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CC"/>
          </w:tcPr>
          <w:p>
            <w:pPr>
              <w:spacing w:before="65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*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esen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42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ega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í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ca.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806" w:hRule="exact"/>
        </w:trPr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22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634" w:hRule="exact"/>
        </w:trPr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77" w:right="1053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2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22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324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638" w:hRule="exact"/>
        </w:trPr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767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48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7" w:lineRule="auto"/>
              <w:ind w:left="333" w:right="159" w:firstLine="-12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638" w:hRule="exact"/>
        </w:trPr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9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037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931" w:hRule="exact"/>
        </w:trPr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17" w:right="94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¿P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tifi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?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037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768" w:hRule="exact"/>
        </w:trPr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77" w:right="1053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2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422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324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739" w:hRule="exact"/>
        </w:trPr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767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48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333" w:right="159" w:firstLine="-12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230" w:hRule="exact"/>
        </w:trPr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9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037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931" w:hRule="exact"/>
        </w:trPr>
        <w:tc>
          <w:tcPr>
            <w:tcW w:w="323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17" w:right="94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¿P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ese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?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037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46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5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b/>
          <w:bCs/>
        </w:rPr>
        <w:t>X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ó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rr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199997" w:type="dxa"/>
      </w:tblPr>
      <w:tblGrid/>
      <w:tr>
        <w:trPr>
          <w:trHeight w:val="413" w:hRule="exact"/>
        </w:trPr>
        <w:tc>
          <w:tcPr>
            <w:tcW w:w="10330" w:type="dxa"/>
            <w:gridSpan w:val="4"/>
            <w:tcBorders>
              <w:top w:val="single" w:sz="4.640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FBFBF"/>
          </w:tcPr>
          <w:p>
            <w:pPr>
              <w:spacing w:before="80" w:after="0" w:line="240" w:lineRule="auto"/>
              <w:ind w:left="194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PER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ENEN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PR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4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4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0"/>
                <w:b/>
                <w:bCs/>
              </w:rPr>
              <w:t>J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NS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518" w:hRule="exact"/>
        </w:trPr>
        <w:tc>
          <w:tcPr>
            <w:tcW w:w="581" w:type="dxa"/>
            <w:tcBorders>
              <w:top w:val="single" w:sz="4.63992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5" w:type="dxa"/>
            <w:tcBorders>
              <w:top w:val="single" w:sz="4.63992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ú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2"/>
                <w:i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600" w:type="dxa"/>
            <w:tcBorders>
              <w:top w:val="single" w:sz="4.63992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714" w:type="dxa"/>
            <w:tcBorders>
              <w:top w:val="single" w:sz="4.63992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8" w:lineRule="auto"/>
              <w:ind w:left="100" w:right="938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1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ed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ón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footer="982" w:header="0" w:top="620" w:bottom="1180" w:left="620" w:right="880"/>
          <w:footerReference w:type="default" r:id="rId9"/>
          <w:pgSz w:w="12240" w:h="15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0pt;margin-top:0pt;width:612pt;height:792pt;mso-position-horizontal-relative:page;mso-position-vertical-relative:page;z-index:-998" coordorigin="0,0" coordsize="12240,15840">
            <v:group style="position:absolute;left:754;top:6418;width:10339;height:461" coordorigin="754,6418" coordsize="10339,461">
              <v:shape style="position:absolute;left:754;top:6418;width:10339;height:461" coordorigin="754,6418" coordsize="10339,461" path="m754,6418l11093,6418,11093,6878,754,6878,754,6418e" filled="t" fillcolor="#D9D9D9" stroked="f">
                <v:path arrowok="t"/>
                <v:fill/>
              </v:shape>
            </v:group>
            <v:group style="position:absolute;left:859;top:6418;width:10128;height:230" coordorigin="859,6418" coordsize="10128,230">
              <v:shape style="position:absolute;left:859;top:6418;width:10128;height:230" coordorigin="859,6418" coordsize="10128,230" path="m859,6418l10987,6418,10987,6648,859,6648,859,6418e" filled="t" fillcolor="#D9D9D9" stroked="f">
                <v:path arrowok="t"/>
                <v:fill/>
              </v:shape>
            </v:group>
            <v:group style="position:absolute;left:859;top:6648;width:10128;height:230" coordorigin="859,6648" coordsize="10128,230">
              <v:shape style="position:absolute;left:859;top:6648;width:10128;height:230" coordorigin="859,6648" coordsize="10128,230" path="m859,6648l10987,6648,10987,6878,859,6878,859,6648e" filled="t" fillcolor="#D9D9D9" stroked="f">
                <v:path arrowok="t"/>
                <v:fill/>
              </v:shape>
            </v:group>
            <v:group style="position:absolute;left:744;top:6413;width:10358;height:2" coordorigin="744,6413" coordsize="10358,2">
              <v:shape style="position:absolute;left:744;top:6413;width:10358;height:2" coordorigin="744,6413" coordsize="10358,0" path="m744,6413l11102,6413e" filled="f" stroked="t" strokeweight=".580pt" strokecolor="#000000">
                <v:path arrowok="t"/>
              </v:shape>
            </v:group>
            <v:group style="position:absolute;left:749;top:6418;width:2;height:3346" coordorigin="749,6418" coordsize="2,3346">
              <v:shape style="position:absolute;left:749;top:6418;width:2;height:3346" coordorigin="749,6418" coordsize="0,3346" path="m749,6418l749,9763e" filled="f" stroked="t" strokeweight=".580pt" strokecolor="#000000">
                <v:path arrowok="t"/>
              </v:shape>
            </v:group>
            <v:group style="position:absolute;left:11098;top:6418;width:2;height:3346" coordorigin="11098,6418" coordsize="2,3346">
              <v:shape style="position:absolute;left:11098;top:6418;width:2;height:3346" coordorigin="11098,6418" coordsize="0,3346" path="m11098,6418l11098,9763e" filled="f" stroked="t" strokeweight=".580pt" strokecolor="#000000">
                <v:path arrowok="t"/>
              </v:shape>
            </v:group>
            <v:group style="position:absolute;left:744;top:6883;width:10358;height:2" coordorigin="744,6883" coordsize="10358,2">
              <v:shape style="position:absolute;left:744;top:6883;width:10358;height:2" coordorigin="744,6883" coordsize="10358,0" path="m744,6883l11102,6883e" filled="f" stroked="t" strokeweight=".580pt" strokecolor="#000000">
                <v:path arrowok="t"/>
              </v:shape>
            </v:group>
            <v:group style="position:absolute;left:744;top:9768;width:10358;height:2" coordorigin="744,9768" coordsize="10358,2">
              <v:shape style="position:absolute;left:744;top:9768;width:10358;height:2" coordorigin="744,9768" coordsize="10358,0" path="m744,9768l11102,9768e" filled="f" stroked="t" strokeweight=".580pt" strokecolor="#000000">
                <v:path arrowok="t"/>
              </v:shape>
            </v:group>
            <v:group style="position:absolute;left:749;top:10099;width:10296;height:2" coordorigin="749,10099" coordsize="10296,2">
              <v:shape style="position:absolute;left:749;top:10099;width:10296;height:2" coordorigin="749,10099" coordsize="10296,0" path="m749,10099l11045,10099e" filled="f" stroked="t" strokeweight=".580pt" strokecolor="#000000">
                <v:path arrowok="t"/>
              </v:shape>
            </v:group>
            <v:group style="position:absolute;left:754;top:10104;width:2;height:845" coordorigin="754,10104" coordsize="2,845">
              <v:shape style="position:absolute;left:754;top:10104;width:2;height:845" coordorigin="754,10104" coordsize="0,845" path="m754,10104l754,10949e" filled="f" stroked="t" strokeweight=".580pt" strokecolor="#000000">
                <v:path arrowok="t"/>
              </v:shape>
            </v:group>
            <v:group style="position:absolute;left:11040;top:10104;width:2;height:845" coordorigin="11040,10104" coordsize="2,845">
              <v:shape style="position:absolute;left:11040;top:10104;width:2;height:845" coordorigin="11040,10104" coordsize="0,845" path="m11040,10104l11040,10949e" filled="f" stroked="t" strokeweight=".580pt" strokecolor="#000000">
                <v:path arrowok="t"/>
              </v:shape>
            </v:group>
            <v:group style="position:absolute;left:749;top:10397;width:10296;height:2" coordorigin="749,10397" coordsize="10296,2">
              <v:shape style="position:absolute;left:749;top:10397;width:10296;height:2" coordorigin="749,10397" coordsize="10296,0" path="m749,10397l11045,10397e" filled="f" stroked="t" strokeweight=".580pt" strokecolor="#000000">
                <v:path arrowok="t"/>
              </v:shape>
            </v:group>
            <v:group style="position:absolute;left:749;top:10954;width:10296;height:2" coordorigin="749,10954" coordsize="10296,2">
              <v:shape style="position:absolute;left:749;top:10954;width:10296;height:2" coordorigin="749,10954" coordsize="10296,0" path="m749,10954l11045,10954e" filled="f" stroked="t" strokeweight=".580pt" strokecolor="#000000">
                <v:path arrowok="t"/>
              </v:shape>
            </v:group>
            <v:group style="position:absolute;left:1171;top:10402;width:2;height:547" coordorigin="1171,10402" coordsize="2,547">
              <v:shape style="position:absolute;left:1171;top:10402;width:2;height:547" coordorigin="1171,10402" coordsize="0,547" path="m1171,10402l1171,10949e" filled="f" stroked="t" strokeweight=".580pt" strokecolor="#000000">
                <v:path arrowok="t"/>
              </v:shape>
            </v:group>
            <v:group style="position:absolute;left:6053;top:10402;width:2;height:547" coordorigin="6053,10402" coordsize="2,547">
              <v:shape style="position:absolute;left:6053;top:10402;width:2;height:547" coordorigin="6053,10402" coordsize="0,547" path="m6053,10402l6053,10949e" filled="f" stroked="t" strokeweight=".580pt" strokecolor="#000000">
                <v:path arrowok="t"/>
              </v:shape>
            </v:group>
            <v:group style="position:absolute;left:6528;top:10402;width:2;height:547" coordorigin="6528,10402" coordsize="2,547">
              <v:shape style="position:absolute;left:6528;top:10402;width:2;height:547" coordorigin="6528,10402" coordsize="0,547" path="m6528,10402l6528,10949e" filled="f" stroked="t" strokeweight=".580pt" strokecolor="#000000">
                <v:path arrowok="t"/>
              </v:shape>
            </v:group>
            <v:group style="position:absolute;left:754;top:11606;width:10339;height:403" coordorigin="754,11606" coordsize="10339,403">
              <v:shape style="position:absolute;left:754;top:11606;width:10339;height:403" coordorigin="754,11606" coordsize="10339,403" path="m754,11606l11093,11606,11093,12010,754,12010,754,11606e" filled="t" fillcolor="#BFBFBF" stroked="f">
                <v:path arrowok="t"/>
                <v:fill/>
              </v:shape>
            </v:group>
            <v:group style="position:absolute;left:859;top:11693;width:10128;height:230" coordorigin="859,11693" coordsize="10128,230">
              <v:shape style="position:absolute;left:859;top:11693;width:10128;height:230" coordorigin="859,11693" coordsize="10128,230" path="m859,11693l10987,11693,10987,11923,859,11923,859,11693e" filled="t" fillcolor="#BFBFBF" stroked="f">
                <v:path arrowok="t"/>
                <v:fill/>
              </v:shape>
            </v:group>
            <v:group style="position:absolute;left:744;top:11602;width:10358;height:2" coordorigin="744,11602" coordsize="10358,2">
              <v:shape style="position:absolute;left:744;top:11602;width:10358;height:2" coordorigin="744,11602" coordsize="10358,0" path="m744,11602l11102,11602e" filled="f" stroked="t" strokeweight=".580pt" strokecolor="#000000">
                <v:path arrowok="t"/>
              </v:shape>
            </v:group>
            <v:group style="position:absolute;left:749;top:11606;width:2;height:2942" coordorigin="749,11606" coordsize="2,2942">
              <v:shape style="position:absolute;left:749;top:11606;width:2;height:2942" coordorigin="749,11606" coordsize="0,2942" path="m749,11606l749,14549e" filled="f" stroked="t" strokeweight=".580pt" strokecolor="#000000">
                <v:path arrowok="t"/>
              </v:shape>
            </v:group>
            <v:group style="position:absolute;left:11098;top:11606;width:2;height:2942" coordorigin="11098,11606" coordsize="2,2942">
              <v:shape style="position:absolute;left:11098;top:11606;width:2;height:2942" coordorigin="11098,11606" coordsize="0,2942" path="m11098,11606l11098,14549e" filled="f" stroked="t" strokeweight=".580pt" strokecolor="#000000">
                <v:path arrowok="t"/>
              </v:shape>
            </v:group>
            <v:group style="position:absolute;left:744;top:12014;width:10358;height:2" coordorigin="744,12014" coordsize="10358,2">
              <v:shape style="position:absolute;left:744;top:12014;width:10358;height:2" coordorigin="744,12014" coordsize="10358,0" path="m744,12014l11102,12014e" filled="f" stroked="t" strokeweight=".580pt" strokecolor="#000000">
                <v:path arrowok="t"/>
              </v:shape>
            </v:group>
            <v:group style="position:absolute;left:744;top:14554;width:10358;height:2" coordorigin="744,14554" coordsize="10358,2">
              <v:shape style="position:absolute;left:744;top:14554;width:10358;height:2" coordorigin="744,14554" coordsize="10358,0" path="m744,14554l11102,14554e" filled="f" stroked="t" strokeweight=".57999pt" strokecolor="#000000">
                <v:path arrowok="t"/>
              </v:shape>
            </v:group>
            <v:group style="position:absolute;left:2266;top:8320;width:9734;height:7280" coordorigin="2266,8320" coordsize="9734,7280">
              <v:shape style="position:absolute;left:2266;top:8320;width:9734;height:7280" coordorigin="2266,8320" coordsize="9734,7280" path="m3076,15600l3129,15450,3492,14629,3911,13844,4385,13099,4909,12397,5482,11739,6101,11130,6762,10572,7463,10069,8201,9623,8973,9237,9776,8915,10608,8659,11466,8473,12000,8404e" filled="f" stroked="t" strokeweight="82.253609pt" strokecolor="#B4B4B4">
                <v:path arrowok="t"/>
              </v:shape>
            </v:group>
            <v:group style="position:absolute;left:7756;top:13810;width:4244;height:1790" coordorigin="7756,13810" coordsize="4244,1790">
              <v:shape style="position:absolute;left:7756;top:13810;width:4244;height:1790" coordorigin="7756,13810" coordsize="4244,1790" path="m12000,13973l11927,13990,11511,14126,11110,14296,10724,14501,10355,14737,10004,15003,9674,15299,9385,15600e" filled="f" stroked="t" strokeweight="82.253609pt" strokecolor="#B4B4B4">
                <v:path arrowok="t"/>
              </v:shape>
            </v:group>
            <v:group style="position:absolute;left:2266;top:8659;width:267;height:283" coordorigin="2266,8659" coordsize="267,283">
              <v:shape style="position:absolute;left:2266;top:8659;width:267;height:283" coordorigin="2266,8659" coordsize="267,283" path="m2383,8659l2323,8683,2282,8733,2266,8798,2266,8801,2267,8818,2290,8881,2337,8925,2401,8942,2422,8940,2479,8913,2511,8875,2399,8875,2378,8871,2336,8823,2333,8798,2337,8775,2346,8755,2361,8739,2379,8728,2401,8725,2512,8725,2503,8712,2453,8673,2408,8660,2383,8659e" filled="t" fillcolor="#FFFFFF" stroked="f">
                <v:path arrowok="t"/>
                <v:fill/>
              </v:shape>
              <v:shape style="position:absolute;left:2266;top:8659;width:267;height:283" coordorigin="2266,8659" coordsize="267,283" path="m2512,8725l2401,8725,2422,8729,2440,8740,2454,8756,2463,8777,2466,8801,2463,8824,2453,8845,2438,8861,2420,8871,2399,8875,2511,8875,2518,8862,2526,8840,2531,8817,2533,8792,2530,8770,2524,8749,2515,8730,2512,8725e" filled="t" fillcolor="#FFFFFF" stroked="f">
                <v:path arrowok="t"/>
                <v:fill/>
              </v:shape>
            </v:group>
            <v:group style="position:absolute;left:2266;top:8658;width:9734;height:6942" coordorigin="2266,8658" coordsize="9734,6942">
              <v:shape style="position:absolute;left:2266;top:8658;width:9734;height:6942" coordorigin="2266,8658" coordsize="9734,6942" path="m3212,15600l3492,14967,3911,14182,4385,13437,4909,12734,5482,12077,6101,11468,6762,10910,7463,10407,8201,9961,8973,9575,9776,9253,10608,8997,11466,8811,12000,8741e" filled="f" stroked="t" strokeweight="82.253609pt" strokecolor="#B4B4B4">
                <v:path arrowok="t"/>
              </v:shape>
            </v:group>
            <v:group style="position:absolute;left:7756;top:14148;width:4244;height:1452" coordorigin="7756,14148" coordsize="4244,1452">
              <v:shape style="position:absolute;left:7756;top:14148;width:4244;height:1452" coordorigin="7756,14148" coordsize="4244,1452" path="m12000,14311l11927,14328,11511,14464,11110,14634,10724,14838,10355,15075,10004,15341,9715,15600e" filled="f" stroked="t" strokeweight="82.253609pt" strokecolor="#B4B4B4">
                <v:path arrowok="t"/>
              </v:shape>
            </v:group>
            <v:group style="position:absolute;left:2266;top:9009;width:267;height:283" coordorigin="2266,9009" coordsize="267,283">
              <v:shape style="position:absolute;left:2266;top:9009;width:267;height:283" coordorigin="2266,9009" coordsize="267,283" path="m2383,9009l2323,9034,2282,9083,2266,9148,2266,9151,2267,9169,2290,9232,2337,9276,2401,9292,2422,9290,2479,9264,2511,9225,2399,9225,2378,9221,2336,9174,2333,9148,2337,9125,2346,9105,2361,9089,2379,9079,2401,9075,2512,9075,2503,9063,2453,9023,2408,9011,2383,9009e" filled="t" fillcolor="#FFFFFF" stroked="f">
                <v:path arrowok="t"/>
                <v:fill/>
              </v:shape>
              <v:shape style="position:absolute;left:2266;top:9009;width:267;height:283" coordorigin="2266,9009" coordsize="267,283" path="m2512,9075l2401,9075,2422,9079,2440,9090,2454,9107,2463,9127,2466,9151,2463,9175,2453,9195,2438,9211,2420,9222,2399,9225,2511,9225,2518,9212,2526,9191,2531,9167,2533,9142,2530,9120,2524,9099,2515,9080,2512,9075e" filled="t" fillcolor="#FFFFFF" stroked="f">
                <v:path arrowok="t"/>
                <v:fill/>
              </v:shape>
            </v:group>
            <v:group style="position:absolute;left:2266;top:9008;width:9734;height:6592" coordorigin="2266,9008" coordsize="9734,6592">
              <v:shape style="position:absolute;left:2266;top:9008;width:9734;height:6592" coordorigin="2266,9008" coordsize="9734,6592" path="m3367,15600l3492,15317,3911,14533,4385,13788,4909,13085,5482,12427,6101,11818,6762,11261,7463,10757,8201,10311,8973,9926,9776,9603,10608,9348,11466,9161,12000,9092e" filled="f" stroked="t" strokeweight="82.253609pt" strokecolor="#B4B4B4">
                <v:path arrowok="t"/>
              </v:shape>
            </v:group>
            <v:group style="position:absolute;left:7756;top:14499;width:4244;height:1101" coordorigin="7756,14499" coordsize="4244,1101">
              <v:shape style="position:absolute;left:7756;top:14499;width:4244;height:1101" coordorigin="7756,14499" coordsize="4244,1101" path="m12000,14662l11927,14678,11511,14814,11110,14985,10724,15189,10355,15425,10125,15600e" filled="f" stroked="t" strokeweight="82.253609pt" strokecolor="#B4B4B4">
                <v:path arrowok="t"/>
              </v:shape>
            </v:group>
            <v:group style="position:absolute;left:2266;top:9372;width:267;height:283" coordorigin="2266,9372" coordsize="267,283">
              <v:shape style="position:absolute;left:2266;top:9372;width:267;height:283" coordorigin="2266,9372" coordsize="267,283" path="m2383,9372l2323,9397,2282,9446,2266,9511,2266,9514,2267,9532,2290,9595,2337,9638,2401,9655,2422,9653,2479,9627,2511,9588,2399,9588,2378,9584,2336,9537,2333,9511,2337,9488,2346,9468,2361,9452,2379,9442,2401,9438,2512,9438,2503,9426,2453,9386,2408,9374,2383,9372e" filled="t" fillcolor="#FFFFFF" stroked="f">
                <v:path arrowok="t"/>
                <v:fill/>
              </v:shape>
              <v:shape style="position:absolute;left:2266;top:9372;width:267;height:283" coordorigin="2266,9372" coordsize="267,283" path="m2512,9438l2401,9438,2422,9442,2440,9453,2454,9469,2463,9490,2466,9514,2463,9538,2453,9558,2438,9574,2420,9584,2399,9588,2511,9588,2518,9575,2526,9553,2531,9530,2533,9505,2530,9483,2524,9462,2515,9443,2512,9438e" filled="t" fillcolor="#FFFFFF" stroked="f">
                <v:path arrowok="t"/>
                <v:fill/>
              </v:shape>
            </v:group>
            <v:group style="position:absolute;left:2266;top:9371;width:9734;height:6229" coordorigin="2266,9371" coordsize="9734,6229">
              <v:shape style="position:absolute;left:2266;top:9371;width:9734;height:6229" coordorigin="2266,9371" coordsize="9734,6229" path="m3534,15600l3911,14896,4385,14150,4909,13448,5482,12790,6101,12181,6762,11623,7463,11120,8201,10674,8973,10288,9776,9966,10608,9710,11466,9524,12000,9455e" filled="f" stroked="t" strokeweight="82.253609pt" strokecolor="#B4B4B4">
                <v:path arrowok="t"/>
              </v:shape>
            </v:group>
            <v:group style="position:absolute;left:7756;top:14862;width:4244;height:738" coordorigin="7756,14862" coordsize="4244,738">
              <v:shape style="position:absolute;left:7756;top:14862;width:4244;height:738" coordorigin="7756,14862" coordsize="4244,738" path="m12000,15025l11927,15041,11511,15177,11110,15347,10724,15552,10648,15600e" filled="f" stroked="t" strokeweight="82.253609pt" strokecolor="#B4B4B4">
                <v:path arrowok="t"/>
              </v:shape>
            </v:group>
            <w10:wrap type="none"/>
          </v:group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199997" w:type="dxa"/>
      </w:tblPr>
      <w:tblGrid/>
      <w:tr>
        <w:trPr>
          <w:trHeight w:val="518" w:hRule="exact"/>
        </w:trPr>
        <w:tc>
          <w:tcPr>
            <w:tcW w:w="5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2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tit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6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7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3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3"/>
                <w:w w:val="102"/>
                <w:i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1"/>
                <w:w w:val="102"/>
                <w:i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2"/>
                <w:w w:val="102"/>
                <w:i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color w:val="404040"/>
                <w:spacing w:val="0"/>
                <w:w w:val="102"/>
                <w:i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</w:tbl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3.000002" w:type="dxa"/>
      </w:tblPr>
      <w:tblGrid/>
      <w:tr>
        <w:trPr>
          <w:trHeight w:val="403" w:hRule="exact"/>
        </w:trPr>
        <w:tc>
          <w:tcPr>
            <w:tcW w:w="10416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3" w:after="0" w:line="240" w:lineRule="auto"/>
              <w:ind w:left="325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DA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RV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ORG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ADO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1"/>
                <w:w w:val="102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color w:val="3B3838"/>
                <w:spacing w:val="0"/>
                <w:w w:val="102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514" w:hRule="exact"/>
        </w:trPr>
        <w:tc>
          <w:tcPr>
            <w:tcW w:w="10416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CC"/>
          </w:tcPr>
          <w:p>
            <w:pPr>
              <w:spacing w:before="2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314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*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r.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706" w:hRule="exact"/>
        </w:trPr>
        <w:tc>
          <w:tcPr>
            <w:tcW w:w="2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5" w:right="51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Nú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54" w:hRule="exact"/>
        </w:trPr>
        <w:tc>
          <w:tcPr>
            <w:tcW w:w="2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5" w:right="51"/>
              <w:jc w:val="left"/>
              <w:tabs>
                <w:tab w:pos="118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-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54" w:hRule="exact"/>
        </w:trPr>
        <w:tc>
          <w:tcPr>
            <w:tcW w:w="2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5" w:right="5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 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 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931" w:hRule="exact"/>
        </w:trPr>
        <w:tc>
          <w:tcPr>
            <w:tcW w:w="2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5" w:right="5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pa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i/>
              </w:rPr>
              <w:t>e: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41" w:after="0" w:line="253" w:lineRule="auto"/>
        <w:ind w:left="1966" w:right="491" w:firstLine="-1556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Ó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Ó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Q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Ó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G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3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3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DE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BL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</w:rPr>
        <w:t>Q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Á</w:t>
      </w:r>
      <w:r>
        <w:rPr>
          <w:rFonts w:ascii="Arial" w:hAnsi="Arial" w:cs="Arial" w:eastAsia="Arial"/>
          <w:sz w:val="19"/>
          <w:szCs w:val="19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SERV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ED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U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1"/>
          <w:w w:val="103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VO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51" w:lineRule="auto"/>
        <w:ind w:left="239" w:right="314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í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3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cue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po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qu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6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ab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ece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á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  <w:i/>
        </w:rPr>
        <w:t>y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oced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onado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econoc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va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z</w:t>
      </w:r>
      <w:r>
        <w:rPr>
          <w:rFonts w:ascii="Arial" w:hAnsi="Arial" w:cs="Arial" w:eastAsia="Arial"/>
          <w:sz w:val="21"/>
          <w:szCs w:val="21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ud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supe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-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21"/>
          <w:szCs w:val="21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i/>
        </w:rPr>
        <w:t>B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j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i/>
        </w:rPr>
        <w:t>V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8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q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ocu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4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q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2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ocupac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ega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de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ueb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qu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1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á</w:t>
      </w:r>
      <w:r>
        <w:rPr>
          <w:rFonts w:ascii="Arial" w:hAnsi="Arial" w:cs="Arial" w:eastAsia="Arial"/>
          <w:sz w:val="21"/>
          <w:szCs w:val="21"/>
          <w:color w:val="404040"/>
          <w:spacing w:val="2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se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educa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vo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21"/>
          <w:szCs w:val="21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cons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  <w:i/>
        </w:rPr>
        <w:t>en: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43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Es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p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ú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b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c</w:t>
      </w:r>
      <w:r>
        <w:rPr>
          <w:rFonts w:ascii="Arial" w:hAnsi="Arial" w:cs="Arial" w:eastAsia="Arial"/>
          <w:sz w:val="19"/>
          <w:szCs w:val="19"/>
          <w:spacing w:val="0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943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d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spacing w:val="3"/>
          <w:w w:val="103"/>
          <w:i/>
        </w:rPr>
        <w:t>m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943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spacing w:val="3"/>
          <w:w w:val="103"/>
          <w:i/>
        </w:rPr>
        <w:t>m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d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16" w:lineRule="exact"/>
        <w:ind w:left="1943" w:right="-20"/>
        <w:jc w:val="left"/>
        <w:tabs>
          <w:tab w:pos="1036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t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3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5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s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t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u</w:t>
      </w:r>
      <w:r>
        <w:rPr>
          <w:rFonts w:ascii="Arial" w:hAnsi="Arial" w:cs="Arial" w:eastAsia="Arial"/>
          <w:sz w:val="19"/>
          <w:szCs w:val="19"/>
          <w:spacing w:val="3"/>
          <w:w w:val="103"/>
          <w:i/>
          <w:position w:val="-1"/>
        </w:rPr>
        <w:t>m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3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5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j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u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í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d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3"/>
          <w:i/>
          <w:position w:val="-1"/>
        </w:rPr>
        <w:t>:</w:t>
      </w:r>
      <w:r>
        <w:rPr>
          <w:rFonts w:ascii="Arial" w:hAnsi="Arial" w:cs="Arial" w:eastAsia="Arial"/>
          <w:sz w:val="19"/>
          <w:szCs w:val="19"/>
          <w:spacing w:val="4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3"/>
          <w:i/>
          <w:position w:val="-1"/>
        </w:rPr>
      </w:r>
      <w:r>
        <w:rPr>
          <w:rFonts w:ascii="Arial" w:hAnsi="Arial" w:cs="Arial" w:eastAsia="Arial"/>
          <w:sz w:val="19"/>
          <w:szCs w:val="19"/>
          <w:spacing w:val="0"/>
          <w:w w:val="103"/>
          <w:i/>
          <w:u w:val="single" w:color="0000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u w:val="single" w:color="000000"/>
          <w:position w:val="-1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u w:val="single" w:color="000000"/>
          <w:position w:val="-1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1" w:after="0" w:line="240" w:lineRule="auto"/>
        <w:ind w:left="244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Ad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  <w:i/>
        </w:rPr>
        <w:t>m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á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  <w:i/>
        </w:rPr>
        <w:t>s</w:t>
      </w:r>
      <w:r>
        <w:rPr>
          <w:rFonts w:ascii="Arial" w:hAnsi="Arial" w:cs="Arial" w:eastAsia="Arial"/>
          <w:sz w:val="19"/>
          <w:szCs w:val="19"/>
          <w:spacing w:val="26"/>
          <w:w w:val="100"/>
          <w:b/>
          <w:bCs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19"/>
          <w:szCs w:val="19"/>
          <w:spacing w:val="10"/>
          <w:w w:val="100"/>
          <w:b/>
          <w:bCs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x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h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19"/>
          <w:szCs w:val="19"/>
          <w:spacing w:val="23"/>
          <w:w w:val="100"/>
          <w:b/>
          <w:bCs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  <w:i/>
        </w:rPr>
        <w:t>n</w:t>
      </w:r>
      <w:r>
        <w:rPr>
          <w:rFonts w:ascii="Arial" w:hAnsi="Arial" w:cs="Arial" w:eastAsia="Arial"/>
          <w:sz w:val="19"/>
          <w:szCs w:val="19"/>
          <w:spacing w:val="12"/>
          <w:w w:val="100"/>
          <w:b/>
          <w:bCs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  <w:i/>
        </w:rPr>
        <w:t>l</w:t>
      </w:r>
      <w:r>
        <w:rPr>
          <w:rFonts w:ascii="Arial" w:hAnsi="Arial" w:cs="Arial" w:eastAsia="Arial"/>
          <w:sz w:val="19"/>
          <w:szCs w:val="19"/>
          <w:spacing w:val="9"/>
          <w:w w:val="100"/>
          <w:b/>
          <w:bCs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p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  <w:i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  <w:i/>
        </w:rPr>
        <w:t>n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19"/>
          <w:szCs w:val="19"/>
          <w:spacing w:val="29"/>
          <w:w w:val="100"/>
          <w:b/>
          <w:bCs/>
          <w:i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  <w:i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  <w:i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3"/>
          <w:b/>
          <w:bCs/>
          <w:i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  <w:i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3"/>
          <w:b/>
          <w:bCs/>
          <w:i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50" w:after="0" w:line="216" w:lineRule="exact"/>
        <w:ind w:left="657" w:right="-20"/>
        <w:jc w:val="left"/>
        <w:tabs>
          <w:tab w:pos="600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Ra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t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ó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33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16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No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a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23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P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ú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b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l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c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24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(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p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a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)</w:t>
      </w:r>
      <w:r>
        <w:rPr>
          <w:rFonts w:ascii="Arial" w:hAnsi="Arial" w:cs="Arial" w:eastAsia="Arial"/>
          <w:sz w:val="19"/>
          <w:szCs w:val="19"/>
          <w:spacing w:val="-28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ab/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g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l</w:t>
      </w:r>
      <w:r>
        <w:rPr>
          <w:rFonts w:ascii="Arial" w:hAnsi="Arial" w:cs="Arial" w:eastAsia="Arial"/>
          <w:sz w:val="19"/>
          <w:szCs w:val="19"/>
          <w:spacing w:val="23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d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l</w:t>
      </w:r>
      <w:r>
        <w:rPr>
          <w:rFonts w:ascii="Arial" w:hAnsi="Arial" w:cs="Arial" w:eastAsia="Arial"/>
          <w:sz w:val="19"/>
          <w:szCs w:val="19"/>
          <w:spacing w:val="11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3"/>
          <w:w w:val="100"/>
          <w:i/>
          <w:position w:val="-1"/>
        </w:rPr>
        <w:t>m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p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b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1"/>
          <w:w w:val="100"/>
          <w:i/>
          <w:position w:val="-1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38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11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p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g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18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i/>
          <w:position w:val="-1"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11"/>
          <w:w w:val="100"/>
          <w:i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d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1"/>
          <w:w w:val="103"/>
          <w:i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h</w:t>
      </w:r>
      <w:r>
        <w:rPr>
          <w:rFonts w:ascii="Arial" w:hAnsi="Arial" w:cs="Arial" w:eastAsia="Arial"/>
          <w:sz w:val="19"/>
          <w:szCs w:val="19"/>
          <w:spacing w:val="2"/>
          <w:w w:val="103"/>
          <w:i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3"/>
          <w:i/>
          <w:position w:val="-1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41" w:after="0" w:line="240" w:lineRule="auto"/>
        <w:ind w:left="2681" w:right="2791"/>
        <w:jc w:val="center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PR</w:t>
      </w:r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TEC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</w:rPr>
        <w:t>Ó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PERS</w:t>
      </w:r>
      <w:r>
        <w:rPr>
          <w:rFonts w:ascii="Arial" w:hAnsi="Arial" w:cs="Arial" w:eastAsia="Arial"/>
          <w:sz w:val="19"/>
          <w:szCs w:val="19"/>
          <w:spacing w:val="3"/>
          <w:w w:val="103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N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3"/>
          <w:b/>
          <w:bCs/>
        </w:rPr>
        <w:t>LES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53" w:lineRule="auto"/>
        <w:ind w:left="239" w:right="313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4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6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º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4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x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5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3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0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1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3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4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5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6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ú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5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4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7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4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8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é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é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nea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sona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pub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cado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3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0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2005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;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hac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del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Usu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ecc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es.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39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sona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ódu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cua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eg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ocad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el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2" w:after="0" w:line="253" w:lineRule="auto"/>
        <w:ind w:left="239" w:right="1266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(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no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duc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Fe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)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: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4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pues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zado.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0" w:after="0" w:line="240" w:lineRule="auto"/>
        <w:ind w:left="239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jc w:val="left"/>
        <w:spacing w:after="0"/>
        <w:sectPr>
          <w:pgNumType w:start="4"/>
          <w:pgMar w:footer="805" w:header="0" w:top="620" w:bottom="1000" w:left="620" w:right="880"/>
          <w:footerReference w:type="default" r:id="rId10"/>
          <w:pgSz w:w="12240" w:h="15840"/>
        </w:sectPr>
      </w:pPr>
      <w:rPr/>
    </w:p>
    <w:p>
      <w:pPr>
        <w:spacing w:before="84" w:after="0" w:line="253" w:lineRule="auto"/>
        <w:ind w:left="239" w:right="315"/>
        <w:jc w:val="both"/>
        <w:rPr>
          <w:rFonts w:ascii="Arial" w:hAnsi="Arial" w:cs="Arial" w:eastAsia="Arial"/>
          <w:sz w:val="19"/>
          <w:szCs w:val="19"/>
        </w:rPr>
      </w:pPr>
      <w:rPr/>
      <w:r>
        <w:rPr/>
        <w:pict>
          <v:group style="position:absolute;margin-left:36.910pt;margin-top:35.950001pt;width:518.5pt;height:426.58pt;mso-position-horizontal-relative:page;mso-position-vertical-relative:page;z-index:-997" coordorigin="738,719" coordsize="10370,8532">
            <v:group style="position:absolute;left:744;top:725;width:10358;height:2" coordorigin="744,725" coordsize="10358,2">
              <v:shape style="position:absolute;left:744;top:725;width:10358;height:2" coordorigin="744,725" coordsize="10358,0" path="m744,725l11102,725e" filled="f" stroked="t" strokeweight=".580pt" strokecolor="#000000">
                <v:path arrowok="t"/>
              </v:shape>
            </v:group>
            <v:group style="position:absolute;left:749;top:730;width:2;height:8510" coordorigin="749,730" coordsize="2,8510">
              <v:shape style="position:absolute;left:749;top:730;width:2;height:8510" coordorigin="749,730" coordsize="0,8510" path="m749,730l749,9240e" filled="f" stroked="t" strokeweight=".580pt" strokecolor="#000000">
                <v:path arrowok="t"/>
              </v:shape>
            </v:group>
            <v:group style="position:absolute;left:744;top:9245;width:10358;height:2" coordorigin="744,9245" coordsize="10358,2">
              <v:shape style="position:absolute;left:744;top:9245;width:10358;height:2" coordorigin="744,9245" coordsize="10358,0" path="m744,9245l11102,9245e" filled="f" stroked="t" strokeweight=".580pt" strokecolor="#000000">
                <v:path arrowok="t"/>
              </v:shape>
            </v:group>
            <v:group style="position:absolute;left:11098;top:730;width:2;height:8510" coordorigin="11098,730" coordsize="2,8510">
              <v:shape style="position:absolute;left:11098;top:730;width:2;height:8510" coordorigin="11098,730" coordsize="0,8510" path="m11098,730l11098,9240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(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no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duc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Fe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)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4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cu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nco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4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5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espec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ca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ác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sona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debe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denc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.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adop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necesa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pa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pé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ces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z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ado.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0" w:lineRule="auto"/>
        <w:ind w:left="239" w:right="313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zad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sona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ges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ón,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j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ado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cad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sua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caso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segu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nsu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3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3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3" w:lineRule="auto"/>
        <w:ind w:left="239" w:right="317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 </w:t>
      </w:r>
      <w:r>
        <w:rPr>
          <w:rFonts w:ascii="Arial" w:hAnsi="Arial" w:cs="Arial" w:eastAsia="Arial"/>
          <w:sz w:val="19"/>
          <w:szCs w:val="19"/>
          <w:color w:val="404040"/>
          <w:spacing w:val="1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 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 </w:t>
      </w:r>
      <w:r>
        <w:rPr>
          <w:rFonts w:ascii="Arial" w:hAnsi="Arial" w:cs="Arial" w:eastAsia="Arial"/>
          <w:sz w:val="19"/>
          <w:szCs w:val="19"/>
          <w:color w:val="404040"/>
          <w:spacing w:val="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5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 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 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za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5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ñ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2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nsp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Acces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ú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lic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3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3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3" w:lineRule="auto"/>
        <w:ind w:left="239" w:right="317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1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j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h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4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2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2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5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3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nsp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2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Acces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4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ú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cab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cua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debe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liz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ú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licit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sona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sona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Reg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Fede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j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j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H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3"/>
          <w:i/>
        </w:rPr>
        <w:t>(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3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)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41" w:after="0" w:line="253" w:lineRule="auto"/>
        <w:ind w:left="239" w:right="315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(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no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duc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Fe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)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eco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so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es,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5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5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Fede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4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ces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4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h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odo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é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é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z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5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(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no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2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duc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2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Fe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)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j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4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q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es.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39" w:right="316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(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no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4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duc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b/>
          <w:bCs/>
          <w:i/>
          <w:u w:val="single" w:color="404040"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Fe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  <w:u w:val="single" w:color="404040"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b/>
          <w:bCs/>
          <w:i/>
        </w:rPr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)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2" w:after="0" w:line="240" w:lineRule="auto"/>
        <w:ind w:left="239" w:right="3870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3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5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3" w:lineRule="auto"/>
        <w:ind w:left="239" w:right="313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usua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4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pud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ene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5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3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esen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5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habe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4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acep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5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é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x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.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opo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ona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ngun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;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nsecu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4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3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ca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3" w:lineRule="auto"/>
        <w:ind w:left="239" w:right="318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é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3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í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3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2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v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4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19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2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nsp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46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f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ó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3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Pú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G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b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,</w:t>
      </w:r>
      <w:r>
        <w:rPr>
          <w:rFonts w:ascii="Arial" w:hAnsi="Arial" w:cs="Arial" w:eastAsia="Arial"/>
          <w:sz w:val="19"/>
          <w:szCs w:val="19"/>
          <w:color w:val="404040"/>
          <w:spacing w:val="4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color w:val="404040"/>
          <w:spacing w:val="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0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á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c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i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o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s</w:t>
      </w:r>
      <w:r>
        <w:rPr>
          <w:rFonts w:ascii="Arial" w:hAnsi="Arial" w:cs="Arial" w:eastAsia="Arial"/>
          <w:sz w:val="19"/>
          <w:szCs w:val="19"/>
          <w:color w:val="404040"/>
          <w:spacing w:val="38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q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u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d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0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1"/>
          <w:w w:val="100"/>
          <w:i/>
        </w:rPr>
        <w:t>l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0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1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3"/>
          <w:w w:val="103"/>
          <w:i/>
        </w:rPr>
        <w:t>m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a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e</w:t>
      </w:r>
      <w:r>
        <w:rPr>
          <w:rFonts w:ascii="Arial" w:hAnsi="Arial" w:cs="Arial" w:eastAsia="Arial"/>
          <w:sz w:val="19"/>
          <w:szCs w:val="19"/>
          <w:color w:val="404040"/>
          <w:spacing w:val="2"/>
          <w:w w:val="103"/>
          <w:i/>
        </w:rPr>
        <w:t>n</w:t>
      </w:r>
      <w:r>
        <w:rPr>
          <w:rFonts w:ascii="Arial" w:hAnsi="Arial" w:cs="Arial" w:eastAsia="Arial"/>
          <w:sz w:val="19"/>
          <w:szCs w:val="19"/>
          <w:color w:val="404040"/>
          <w:spacing w:val="0"/>
          <w:w w:val="103"/>
          <w:i/>
        </w:rPr>
        <w:t>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199997" w:type="dxa"/>
      </w:tblPr>
      <w:tblGrid/>
      <w:tr>
        <w:trPr>
          <w:trHeight w:val="259" w:hRule="exact"/>
        </w:trPr>
        <w:tc>
          <w:tcPr>
            <w:tcW w:w="1035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3" w:after="0" w:line="240" w:lineRule="auto"/>
              <w:ind w:left="3008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4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NUE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TUL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115" w:hRule="exact"/>
        </w:trPr>
        <w:tc>
          <w:tcPr>
            <w:tcW w:w="1035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54" w:lineRule="auto"/>
              <w:ind w:left="105" w:right="52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BA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PR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DEC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VER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DAD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4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3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docu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ento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aco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paña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3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cas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tua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representac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facu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tade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tú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suf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ente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han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evoca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3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4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present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fecha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;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ci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4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ncur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ren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ene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conduce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3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seda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4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ant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autor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4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l;</w:t>
            </w:r>
            <w:r>
              <w:rPr>
                <w:rFonts w:ascii="Arial" w:hAnsi="Arial" w:cs="Arial" w:eastAsia="Arial"/>
                <w:sz w:val="17"/>
                <w:szCs w:val="17"/>
                <w:spacing w:val="4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acept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3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icili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4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stitu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ció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not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cac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ones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4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autor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zand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4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per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sona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present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ref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eren.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6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3" w:lineRule="auto"/>
              <w:ind w:left="105" w:right="51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3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4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cu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le</w:t>
            </w:r>
            <w:r>
              <w:rPr>
                <w:rFonts w:ascii="Arial" w:hAnsi="Arial" w:cs="Arial" w:eastAsia="Arial"/>
                <w:sz w:val="17"/>
                <w:szCs w:val="17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lo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tab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lo</w:t>
            </w:r>
            <w:r>
              <w:rPr>
                <w:rFonts w:ascii="Arial" w:hAnsi="Arial" w:cs="Arial" w:eastAsia="Arial"/>
                <w:sz w:val="17"/>
                <w:szCs w:val="17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5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5</w:t>
            </w:r>
            <w:r>
              <w:rPr>
                <w:rFonts w:ascii="Arial" w:hAnsi="Arial" w:cs="Arial" w:eastAsia="Arial"/>
                <w:sz w:val="17"/>
                <w:szCs w:val="17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enera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4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ducac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;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ns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ta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ac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ones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3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cas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ecesa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llo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3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4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ere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3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3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3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3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art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7</w:t>
            </w:r>
            <w:r>
              <w:rPr>
                <w:rFonts w:ascii="Arial" w:hAnsi="Arial" w:cs="Arial" w:eastAsia="Arial"/>
                <w:sz w:val="17"/>
                <w:szCs w:val="17"/>
                <w:spacing w:val="3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erd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2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4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3</w:t>
            </w:r>
            <w:r>
              <w:rPr>
                <w:rFonts w:ascii="Arial" w:hAnsi="Arial" w:cs="Arial" w:eastAsia="Arial"/>
                <w:sz w:val="17"/>
                <w:szCs w:val="17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3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ú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3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erd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</w:t>
            </w:r>
            <w:r>
              <w:rPr>
                <w:rFonts w:ascii="Arial" w:hAnsi="Arial" w:cs="Arial" w:eastAsia="Arial"/>
                <w:sz w:val="17"/>
                <w:szCs w:val="17"/>
                <w:spacing w:val="4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ect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</w:t>
            </w:r>
            <w:r>
              <w:rPr>
                <w:rFonts w:ascii="Arial" w:hAnsi="Arial" w:cs="Arial" w:eastAsia="Arial"/>
                <w:sz w:val="17"/>
                <w:szCs w:val="17"/>
                <w:spacing w:val="4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esco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   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5" w:right="7041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w w:val="104"/>
                <w:i/>
              </w:rPr>
            </w:r>
            <w:r>
              <w:rPr>
                <w:rFonts w:ascii="Arial" w:hAnsi="Arial" w:cs="Arial" w:eastAsia="Arial"/>
                <w:sz w:val="17"/>
                <w:szCs w:val="17"/>
                <w:w w:val="104"/>
                <w:i/>
                <w:u w:val="single" w:color="000000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w w:val="100"/>
                <w:i/>
                <w:u w:val="single" w:color="000000"/>
              </w:rPr>
              <w:t>                                                                </w:t>
            </w:r>
            <w:r>
              <w:rPr>
                <w:rFonts w:ascii="Arial" w:hAnsi="Arial" w:cs="Arial" w:eastAsia="Arial"/>
                <w:sz w:val="17"/>
                <w:szCs w:val="17"/>
                <w:spacing w:val="-18"/>
                <w:w w:val="100"/>
                <w:i/>
                <w:u w:val="single" w:color="000000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-18"/>
                <w:w w:val="100"/>
                <w:i/>
                <w:u w:val="single" w:color="000000"/>
              </w:rPr>
            </w:r>
            <w:r>
              <w:rPr>
                <w:rFonts w:ascii="Arial" w:hAnsi="Arial" w:cs="Arial" w:eastAsia="Arial"/>
                <w:sz w:val="17"/>
                <w:szCs w:val="17"/>
                <w:spacing w:val="-18"/>
                <w:w w:val="100"/>
                <w:i/>
              </w:rPr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.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2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53" w:lineRule="auto"/>
              <w:ind w:left="105" w:right="51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ace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4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exp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tér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35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rac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Federa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de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rat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vo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cua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der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vad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3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present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rá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not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cad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4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for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rón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4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ravé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de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ñ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de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presente.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1330" w:hRule="exact"/>
        </w:trPr>
        <w:tc>
          <w:tcPr>
            <w:tcW w:w="5107" w:type="dxa"/>
            <w:tcBorders>
              <w:top w:val="single" w:sz="4.640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fir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Lega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251" w:type="dxa"/>
            <w:tcBorders>
              <w:top w:val="single" w:sz="4.640" w:space="0" w:color="000000"/>
              <w:bottom w:val="single" w:sz="4.6399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0" w:footer="805" w:top="880" w:bottom="1100" w:left="620" w:right="880"/>
          <w:pgSz w:w="12240" w:h="15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199997" w:type="dxa"/>
      </w:tblPr>
      <w:tblGrid/>
      <w:tr>
        <w:trPr>
          <w:trHeight w:val="1142" w:hRule="exact"/>
        </w:trPr>
        <w:tc>
          <w:tcPr>
            <w:tcW w:w="5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4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fir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638" w:hRule="exact"/>
        </w:trPr>
        <w:tc>
          <w:tcPr>
            <w:tcW w:w="5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uga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/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/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AAAA.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199997" w:type="dxa"/>
      </w:tblPr>
      <w:tblGrid/>
      <w:tr>
        <w:trPr>
          <w:trHeight w:val="259" w:hRule="exact"/>
        </w:trPr>
        <w:tc>
          <w:tcPr>
            <w:tcW w:w="1035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3" w:after="0" w:line="240" w:lineRule="auto"/>
              <w:ind w:left="3985" w:right="3963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35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CC"/>
          </w:tcPr>
          <w:p>
            <w:pPr>
              <w:spacing w:before="17" w:after="0" w:line="240" w:lineRule="auto"/>
              <w:ind w:left="1632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*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8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pa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én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es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s.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698" w:hRule="exact"/>
        </w:trPr>
        <w:tc>
          <w:tcPr>
            <w:tcW w:w="1035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53" w:lineRule="auto"/>
              <w:ind w:left="105" w:right="52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(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PAR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4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DAD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)</w:t>
            </w:r>
            <w:r>
              <w:rPr>
                <w:rFonts w:ascii="Arial" w:hAnsi="Arial" w:cs="Arial" w:eastAsia="Arial"/>
                <w:sz w:val="17"/>
                <w:szCs w:val="17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(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UEV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4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4"/>
                <w:i/>
              </w:rPr>
              <w:t>AR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)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ece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uca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vo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ns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ace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ac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ó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4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derecho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4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ob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gac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one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4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tado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4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docu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ento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tand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sur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efec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tos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ale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rti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nte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.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33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*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5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pe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ene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44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  <w:i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  <w:i/>
              </w:rPr>
              <w:t>up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  <w:i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  <w:i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54" w:lineRule="auto"/>
              <w:ind w:left="105" w:right="52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Ta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3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IFI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DEC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3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ERDA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4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3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q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rso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4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aca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é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cu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4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lo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ícu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lo</w:t>
            </w:r>
            <w:r>
              <w:rPr>
                <w:rFonts w:ascii="Arial" w:hAnsi="Arial" w:cs="Arial" w:eastAsia="Arial"/>
                <w:sz w:val="17"/>
                <w:szCs w:val="17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3</w:t>
            </w:r>
            <w:r>
              <w:rPr>
                <w:rFonts w:ascii="Arial" w:hAnsi="Arial" w:cs="Arial" w:eastAsia="Arial"/>
                <w:sz w:val="17"/>
                <w:szCs w:val="17"/>
                <w:spacing w:val="2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nst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í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3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4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st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x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4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2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4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3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tab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ece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4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ase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genera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de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autor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zac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ó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4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reconoc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ent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va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17"/>
                <w:szCs w:val="17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of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tud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7"/>
                <w:szCs w:val="17"/>
                <w:spacing w:val="3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cuerd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3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qu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tab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ece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4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rá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3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proced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4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en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4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os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4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17"/>
                <w:szCs w:val="17"/>
                <w:spacing w:val="2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2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3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ri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7"/>
                <w:szCs w:val="17"/>
                <w:spacing w:val="2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7"/>
                <w:szCs w:val="17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7"/>
                <w:szCs w:val="17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or</w:t>
            </w:r>
            <w:r>
              <w:rPr>
                <w:rFonts w:ascii="Arial" w:hAnsi="Arial" w:cs="Arial" w:eastAsia="Arial"/>
                <w:sz w:val="17"/>
                <w:szCs w:val="17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3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i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c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a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b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l</w:t>
            </w:r>
            <w:r>
              <w:rPr>
                <w:rFonts w:ascii="Arial" w:hAnsi="Arial" w:cs="Arial" w:eastAsia="Arial"/>
                <w:sz w:val="17"/>
                <w:szCs w:val="17"/>
                <w:spacing w:val="1"/>
                <w:w w:val="104"/>
                <w:i/>
              </w:rPr>
              <w:t>e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4"/>
                <w:i/>
              </w:rPr>
              <w:t>.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797" w:hRule="exact"/>
        </w:trPr>
        <w:tc>
          <w:tcPr>
            <w:tcW w:w="5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5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23" w:hRule="exact"/>
        </w:trPr>
        <w:tc>
          <w:tcPr>
            <w:tcW w:w="5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3" w:lineRule="auto"/>
              <w:ind w:left="118" w:right="92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fir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Lega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qu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í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RV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26" w:right="206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fir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652" w:right="632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Lega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nuev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tit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46" w:hRule="exact"/>
        </w:trPr>
        <w:tc>
          <w:tcPr>
            <w:tcW w:w="5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tifi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ó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é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/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/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AAAA.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17" w:hRule="exact"/>
        </w:trPr>
        <w:tc>
          <w:tcPr>
            <w:tcW w:w="51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0" w:lineRule="auto"/>
              <w:ind w:left="105" w:right="47"/>
              <w:jc w:val="both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4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4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4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4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ocu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52" w:lineRule="auto"/>
        <w:ind w:left="384" w:right="9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b/>
          <w:bCs/>
        </w:rPr>
        <w:t>NO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á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5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qu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pueda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esen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da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duca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ede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po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ed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0404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color w:val="40404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cac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0"/>
        </w:rPr>
        <w:t>ó</w:t>
      </w:r>
      <w:r>
        <w:rPr>
          <w:rFonts w:ascii="Arial" w:hAnsi="Arial" w:cs="Arial" w:eastAsia="Arial"/>
          <w:sz w:val="21"/>
          <w:szCs w:val="21"/>
          <w:color w:val="40404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404040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ec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ón</w:t>
      </w:r>
      <w:r>
        <w:rPr>
          <w:rFonts w:ascii="Arial" w:hAnsi="Arial" w:cs="Arial" w:eastAsia="Arial"/>
          <w:sz w:val="21"/>
          <w:szCs w:val="21"/>
          <w:color w:val="404040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color w:val="404040"/>
          <w:spacing w:val="2"/>
          <w:w w:val="102"/>
        </w:rPr>
        <w:t>ca.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sectPr>
      <w:pgMar w:footer="1005" w:header="0" w:top="620" w:bottom="1200" w:left="620" w:right="880"/>
      <w:footerReference w:type="default" r:id="rId11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2.924805pt;margin-top:730.735962pt;width:11.016802pt;height:12.8pt;mso-position-horizontal-relative:page;mso-position-vertical-relative:page;z-index:-999" type="#_x0000_t202" filled="f" stroked="f">
          <v:textbox inset="0,0,0,0">
            <w:txbxContent>
              <w:p>
                <w:pPr>
                  <w:spacing w:before="0" w:after="0" w:line="245" w:lineRule="exact"/>
                  <w:ind w:left="40" w:right="-52"/>
                  <w:jc w:val="left"/>
                  <w:rPr>
                    <w:rFonts w:ascii="Calibri" w:hAnsi="Calibri" w:cs="Calibri" w:eastAsia="Calibri"/>
                    <w:sz w:val="21"/>
                    <w:szCs w:val="21"/>
                  </w:rPr>
                </w:pPr>
                <w:rPr/>
                <w:r>
                  <w:rPr>
                    <w:rFonts w:ascii="Calibri" w:hAnsi="Calibri" w:cs="Calibri" w:eastAsia="Calibri"/>
                    <w:sz w:val="21"/>
                    <w:szCs w:val="21"/>
                    <w:w w:val="102"/>
                    <w:position w:val="1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w w:val="102"/>
                    <w:position w:val="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spacing w:val="0"/>
                    <w:w w:val="102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4.175964pt;width:4.441602pt;height:12.8pt;mso-position-horizontal-relative:page;mso-position-vertical-relative:page;z-index:-998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2"/>
                  <w:jc w:val="left"/>
                  <w:rPr>
                    <w:rFonts w:ascii="Calibri" w:hAnsi="Calibri" w:cs="Calibri" w:eastAsia="Calibri"/>
                    <w:sz w:val="21"/>
                    <w:szCs w:val="21"/>
                  </w:rPr>
                </w:pPr>
                <w:rPr/>
                <w:r>
                  <w:rPr>
                    <w:rFonts w:ascii="Calibri" w:hAnsi="Calibri" w:cs="Calibri" w:eastAsia="Calibri"/>
                    <w:sz w:val="21"/>
                    <w:szCs w:val="21"/>
                    <w:w w:val="102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3.924805pt;margin-top:730.735962pt;width:10.016802pt;height:12.8pt;mso-position-horizontal-relative:page;mso-position-vertical-relative:page;z-index:-997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2"/>
                  <w:jc w:val="left"/>
                  <w:rPr>
                    <w:rFonts w:ascii="Calibri" w:hAnsi="Calibri" w:cs="Calibri" w:eastAsia="Calibri"/>
                    <w:sz w:val="21"/>
                    <w:szCs w:val="21"/>
                  </w:rPr>
                </w:pPr>
                <w:rPr/>
                <w:r>
                  <w:rPr>
                    <w:rFonts w:ascii="Calibri" w:hAnsi="Calibri" w:cs="Calibri" w:eastAsia="Calibri"/>
                    <w:sz w:val="21"/>
                    <w:szCs w:val="21"/>
                    <w:spacing w:val="2"/>
                    <w:w w:val="102"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spacing w:val="0"/>
                    <w:w w:val="102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4.175964pt;width:4.441602pt;height:12.8pt;mso-position-horizontal-relative:page;mso-position-vertical-relative:page;z-index:-996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2"/>
                  <w:jc w:val="left"/>
                  <w:rPr>
                    <w:rFonts w:ascii="Calibri" w:hAnsi="Calibri" w:cs="Calibri" w:eastAsia="Calibri"/>
                    <w:sz w:val="21"/>
                    <w:szCs w:val="21"/>
                  </w:rPr>
                </w:pPr>
                <w:rPr/>
                <w:r>
                  <w:rPr>
                    <w:rFonts w:ascii="Calibri" w:hAnsi="Calibri" w:cs="Calibri" w:eastAsia="Calibri"/>
                    <w:sz w:val="21"/>
                    <w:szCs w:val="21"/>
                    <w:w w:val="102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2.924805pt;margin-top:730.735962pt;width:11.016802pt;height:12.8pt;mso-position-horizontal-relative:page;mso-position-vertical-relative:page;z-index:-995" type="#_x0000_t202" filled="f" stroked="f">
          <v:textbox inset="0,0,0,0">
            <w:txbxContent>
              <w:p>
                <w:pPr>
                  <w:spacing w:before="0" w:after="0" w:line="245" w:lineRule="exact"/>
                  <w:ind w:left="40" w:right="-52"/>
                  <w:jc w:val="left"/>
                  <w:rPr>
                    <w:rFonts w:ascii="Calibri" w:hAnsi="Calibri" w:cs="Calibri" w:eastAsia="Calibri"/>
                    <w:sz w:val="21"/>
                    <w:szCs w:val="21"/>
                  </w:rPr>
                </w:pPr>
                <w:rPr/>
                <w:r>
                  <w:rPr>
                    <w:rFonts w:ascii="Calibri" w:hAnsi="Calibri" w:cs="Calibri" w:eastAsia="Calibri"/>
                    <w:sz w:val="21"/>
                    <w:szCs w:val="21"/>
                    <w:w w:val="102"/>
                    <w:position w:val="1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w w:val="102"/>
                    <w:position w:val="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spacing w:val="0"/>
                    <w:w w:val="102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4.175964pt;width:4.441602pt;height:12.8pt;mso-position-horizontal-relative:page;mso-position-vertical-relative:page;z-index:-994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2"/>
                  <w:jc w:val="left"/>
                  <w:rPr>
                    <w:rFonts w:ascii="Calibri" w:hAnsi="Calibri" w:cs="Calibri" w:eastAsia="Calibri"/>
                    <w:sz w:val="21"/>
                    <w:szCs w:val="21"/>
                  </w:rPr>
                </w:pPr>
                <w:rPr/>
                <w:r>
                  <w:rPr>
                    <w:rFonts w:ascii="Calibri" w:hAnsi="Calibri" w:cs="Calibri" w:eastAsia="Calibri"/>
                    <w:sz w:val="21"/>
                    <w:szCs w:val="21"/>
                    <w:w w:val="102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3.924805pt;margin-top:730.735962pt;width:10.016802pt;height:12.8pt;mso-position-horizontal-relative:page;mso-position-vertical-relative:page;z-index:-993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2"/>
                  <w:jc w:val="left"/>
                  <w:rPr>
                    <w:rFonts w:ascii="Calibri" w:hAnsi="Calibri" w:cs="Calibri" w:eastAsia="Calibri"/>
                    <w:sz w:val="21"/>
                    <w:szCs w:val="21"/>
                  </w:rPr>
                </w:pPr>
                <w:rPr/>
                <w:r>
                  <w:rPr>
                    <w:rFonts w:ascii="Calibri" w:hAnsi="Calibri" w:cs="Calibri" w:eastAsia="Calibri"/>
                    <w:sz w:val="21"/>
                    <w:szCs w:val="21"/>
                    <w:spacing w:val="2"/>
                    <w:w w:val="102"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spacing w:val="0"/>
                    <w:w w:val="102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4.175964pt;width:4.441602pt;height:12.8pt;mso-position-horizontal-relative:page;mso-position-vertical-relative:page;z-index:-992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2"/>
                  <w:jc w:val="left"/>
                  <w:rPr>
                    <w:rFonts w:ascii="Calibri" w:hAnsi="Calibri" w:cs="Calibri" w:eastAsia="Calibri"/>
                    <w:sz w:val="21"/>
                    <w:szCs w:val="21"/>
                  </w:rPr>
                </w:pPr>
                <w:rPr/>
                <w:r>
                  <w:rPr>
                    <w:rFonts w:ascii="Calibri" w:hAnsi="Calibri" w:cs="Calibri" w:eastAsia="Calibri"/>
                    <w:sz w:val="21"/>
                    <w:szCs w:val="21"/>
                    <w:w w:val="102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1"/>
                    <w:szCs w:val="21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image" Target="media/image1.png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Formato 2VF_DOF_C.docx</dc:title>
  <dcterms:created xsi:type="dcterms:W3CDTF">2019-10-18T14:22:10Z</dcterms:created>
  <dcterms:modified xsi:type="dcterms:W3CDTF">2019-10-18T14:22:10Z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2018-02-01T00:00:00Z</vt:filetime>
  </property>
  <property fmtid="{D5CDD505-2E9C-101B-9397-08002B2CF9AE}" pid="3" name="LastSaved">
    <vt:filetime>2019-10-18T00:00:00Z</vt:filetime>
  </property>
</Properties>
</file>